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2B" w:rsidRDefault="00753A2B" w:rsidP="009239C4">
      <w:pPr>
        <w:ind w:left="4860"/>
      </w:pPr>
      <w:r>
        <w:t>УТВЕРЖДАЮ</w:t>
      </w:r>
    </w:p>
    <w:p w:rsidR="00753A2B" w:rsidRDefault="00753A2B" w:rsidP="009239C4">
      <w:pPr>
        <w:ind w:left="4860"/>
      </w:pPr>
      <w:r>
        <w:t>Волховский городской прокурор</w:t>
      </w:r>
    </w:p>
    <w:p w:rsidR="00753A2B" w:rsidRDefault="00753A2B" w:rsidP="009239C4">
      <w:pPr>
        <w:ind w:left="4860"/>
      </w:pPr>
      <w:r>
        <w:t>советник юстиции</w:t>
      </w:r>
    </w:p>
    <w:p w:rsidR="00753A2B" w:rsidRDefault="00753A2B" w:rsidP="009239C4">
      <w:pPr>
        <w:ind w:left="4860"/>
      </w:pPr>
      <w:r>
        <w:t>_______________В.В. Исаковский</w:t>
      </w:r>
    </w:p>
    <w:p w:rsidR="00753A2B" w:rsidRDefault="00753A2B" w:rsidP="009239C4">
      <w:pPr>
        <w:ind w:left="4860"/>
      </w:pPr>
      <w:r>
        <w:t xml:space="preserve">«    » января </w:t>
      </w:r>
      <w:smartTag w:uri="urn:schemas-microsoft-com:office:smarttags" w:element="metricconverter">
        <w:smartTagPr>
          <w:attr w:name="ProductID" w:val="2017 г"/>
        </w:smartTagPr>
        <w:r>
          <w:t>2017 г</w:t>
        </w:r>
      </w:smartTag>
      <w:r>
        <w:t>.</w:t>
      </w:r>
    </w:p>
    <w:p w:rsidR="00753A2B" w:rsidRDefault="00753A2B" w:rsidP="009C402A"/>
    <w:p w:rsidR="00753A2B" w:rsidRDefault="00753A2B" w:rsidP="001640F7">
      <w:pPr>
        <w:autoSpaceDE w:val="0"/>
        <w:autoSpaceDN w:val="0"/>
        <w:adjustRightInd w:val="0"/>
        <w:jc w:val="both"/>
        <w:outlineLvl w:val="1"/>
      </w:pPr>
    </w:p>
    <w:p w:rsidR="00753A2B" w:rsidRDefault="00753A2B" w:rsidP="008E55CE">
      <w:pPr>
        <w:autoSpaceDE w:val="0"/>
        <w:autoSpaceDN w:val="0"/>
        <w:adjustRightInd w:val="0"/>
        <w:ind w:firstLine="708"/>
        <w:jc w:val="both"/>
        <w:outlineLvl w:val="1"/>
      </w:pPr>
    </w:p>
    <w:p w:rsidR="00753A2B" w:rsidRDefault="00753A2B" w:rsidP="008E55CE">
      <w:pPr>
        <w:autoSpaceDE w:val="0"/>
        <w:autoSpaceDN w:val="0"/>
        <w:adjustRightInd w:val="0"/>
        <w:ind w:firstLine="708"/>
        <w:jc w:val="both"/>
        <w:outlineLvl w:val="1"/>
      </w:pPr>
    </w:p>
    <w:p w:rsidR="00753A2B" w:rsidRDefault="00753A2B" w:rsidP="000C6263">
      <w:pPr>
        <w:autoSpaceDE w:val="0"/>
        <w:autoSpaceDN w:val="0"/>
        <w:adjustRightInd w:val="0"/>
        <w:jc w:val="both"/>
        <w:outlineLvl w:val="1"/>
      </w:pPr>
    </w:p>
    <w:p w:rsidR="00753A2B" w:rsidRDefault="00753A2B" w:rsidP="00B0519A">
      <w:pPr>
        <w:ind w:firstLine="709"/>
        <w:jc w:val="both"/>
      </w:pPr>
      <w:r w:rsidRPr="003B777E">
        <w:t>Волх</w:t>
      </w:r>
      <w:r>
        <w:t>овской городской прокуратурой в январе 2017 года по обращению Сиговской Е.Л.</w:t>
      </w:r>
      <w:r w:rsidRPr="003B777E">
        <w:t xml:space="preserve"> проведена проверка </w:t>
      </w:r>
      <w:r w:rsidRPr="00737984">
        <w:t>соблюдения требований Федерального законодательства при рассмотрении обращений граждан</w:t>
      </w:r>
      <w:r>
        <w:t xml:space="preserve"> ООО «Жилищный Сервис».</w:t>
      </w:r>
    </w:p>
    <w:p w:rsidR="00753A2B" w:rsidRDefault="00753A2B" w:rsidP="004E21E2">
      <w:pPr>
        <w:ind w:firstLine="709"/>
        <w:jc w:val="both"/>
      </w:pPr>
      <w:r>
        <w:t>Установлено, что 12.10.2016 в ООО «Жилищный Сервис» поступило письменное заявление</w:t>
      </w:r>
      <w:r w:rsidRPr="00737984">
        <w:t xml:space="preserve"> </w:t>
      </w:r>
      <w:r>
        <w:t>Сиговской Е.Л., по результатам рассмотрения которого 16.12.2016 Обществом подготовлен ответ за подписью и.о. директора и отправлен заявителю почтовой связью 24.12.2016.</w:t>
      </w:r>
    </w:p>
    <w:p w:rsidR="00753A2B" w:rsidRDefault="00753A2B" w:rsidP="004E21E2">
      <w:pPr>
        <w:tabs>
          <w:tab w:val="left" w:pos="5787"/>
        </w:tabs>
        <w:ind w:firstLine="709"/>
        <w:jc w:val="both"/>
      </w:pPr>
      <w:r>
        <w:t>В соответствии со ст. 12 Федерального закона № 59 «О порядке рассмотрения обращений граждан Российской Федерации»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обращения.</w:t>
      </w:r>
    </w:p>
    <w:p w:rsidR="00753A2B" w:rsidRDefault="00753A2B" w:rsidP="004E21E2">
      <w:pPr>
        <w:autoSpaceDE w:val="0"/>
        <w:autoSpaceDN w:val="0"/>
        <w:adjustRightInd w:val="0"/>
        <w:ind w:firstLine="708"/>
        <w:jc w:val="both"/>
        <w:outlineLvl w:val="0"/>
      </w:pPr>
      <w:r>
        <w:t>Ответ на заявление Сиговской ЕЛ., зарегистрированный в ООО «Жилищный Сервис» 12.10.2016 должен был быть направлен до 11.11.2016, включительно.</w:t>
      </w:r>
    </w:p>
    <w:p w:rsidR="00753A2B" w:rsidRDefault="00753A2B" w:rsidP="004E21E2">
      <w:pPr>
        <w:autoSpaceDE w:val="0"/>
        <w:autoSpaceDN w:val="0"/>
        <w:adjustRightInd w:val="0"/>
        <w:ind w:firstLine="708"/>
        <w:jc w:val="both"/>
        <w:outlineLvl w:val="0"/>
      </w:pPr>
      <w:r>
        <w:t>Однако, ответ ООО «Жилищный Сервис» на заявление от 12.10.2016 подготовлен 16.12.2016, то есть на 65 день со дня регистрации заявления и направлен только лишь 24.12.2016 почтовой связью, то есть на 73 день со дня регистрации обращения.</w:t>
      </w:r>
    </w:p>
    <w:p w:rsidR="00753A2B" w:rsidRDefault="00753A2B" w:rsidP="00737984">
      <w:pPr>
        <w:widowControl w:val="0"/>
        <w:autoSpaceDE w:val="0"/>
        <w:autoSpaceDN w:val="0"/>
        <w:adjustRightInd w:val="0"/>
        <w:ind w:firstLine="709"/>
        <w:jc w:val="both"/>
      </w:pPr>
      <w:r>
        <w:t>По данному факту Волховской городской прокуратурой в отношении и.о. директора ООО «Жилищный Сервис» возбуждено дело об административном правонарушении по ст. 5.59 КоАП РФ, внесено представление об устранении нарушений федерального законодательства.</w:t>
      </w:r>
    </w:p>
    <w:p w:rsidR="00753A2B" w:rsidRPr="00C87DD5" w:rsidRDefault="00753A2B" w:rsidP="0073798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Style w:val="blk"/>
        </w:rPr>
        <w:t>Привлечение виновного лица к ответственности, устранение выявленных нарушений закона находится на контроле у Волховского городского прокурора.</w:t>
      </w:r>
    </w:p>
    <w:p w:rsidR="00753A2B" w:rsidRDefault="00753A2B" w:rsidP="004E21E2">
      <w:pPr>
        <w:widowControl w:val="0"/>
        <w:autoSpaceDE w:val="0"/>
        <w:autoSpaceDN w:val="0"/>
        <w:adjustRightInd w:val="0"/>
        <w:ind w:firstLine="709"/>
        <w:jc w:val="both"/>
      </w:pPr>
    </w:p>
    <w:p w:rsidR="00753A2B" w:rsidRDefault="00753A2B" w:rsidP="009C69D6">
      <w:pPr>
        <w:jc w:val="both"/>
      </w:pPr>
      <w:r>
        <w:t xml:space="preserve">Помощник Волховского </w:t>
      </w:r>
    </w:p>
    <w:p w:rsidR="00753A2B" w:rsidRDefault="00753A2B" w:rsidP="009C69D6">
      <w:pPr>
        <w:jc w:val="both"/>
      </w:pPr>
      <w:r>
        <w:t>городского прокурора                                                                       Н.Г.Левченко</w:t>
      </w:r>
    </w:p>
    <w:p w:rsidR="00753A2B" w:rsidRPr="007F2F65" w:rsidRDefault="00753A2B" w:rsidP="009C69D6">
      <w:pPr>
        <w:jc w:val="both"/>
      </w:pPr>
      <w:r>
        <w:t>16.01.2017</w:t>
      </w:r>
    </w:p>
    <w:sectPr w:rsidR="00753A2B" w:rsidRPr="007F2F65" w:rsidSect="00342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4763C"/>
    <w:rsid w:val="00053CD7"/>
    <w:rsid w:val="000C6263"/>
    <w:rsid w:val="00107A36"/>
    <w:rsid w:val="001118FB"/>
    <w:rsid w:val="00115F9C"/>
    <w:rsid w:val="00117F14"/>
    <w:rsid w:val="00123370"/>
    <w:rsid w:val="00127288"/>
    <w:rsid w:val="00144BFF"/>
    <w:rsid w:val="001640F7"/>
    <w:rsid w:val="00164F42"/>
    <w:rsid w:val="001C3FDA"/>
    <w:rsid w:val="001E39CA"/>
    <w:rsid w:val="00242214"/>
    <w:rsid w:val="00264A23"/>
    <w:rsid w:val="0028120B"/>
    <w:rsid w:val="002C4902"/>
    <w:rsid w:val="002D11F9"/>
    <w:rsid w:val="00300EF0"/>
    <w:rsid w:val="00304496"/>
    <w:rsid w:val="00342703"/>
    <w:rsid w:val="003A0C6E"/>
    <w:rsid w:val="003B463A"/>
    <w:rsid w:val="003B777E"/>
    <w:rsid w:val="003F3539"/>
    <w:rsid w:val="004318B1"/>
    <w:rsid w:val="00487EC3"/>
    <w:rsid w:val="004D5F4B"/>
    <w:rsid w:val="004E21E2"/>
    <w:rsid w:val="00515FBF"/>
    <w:rsid w:val="00543592"/>
    <w:rsid w:val="005D56A9"/>
    <w:rsid w:val="005E2EFB"/>
    <w:rsid w:val="005E5DAE"/>
    <w:rsid w:val="00695CAF"/>
    <w:rsid w:val="006C73A9"/>
    <w:rsid w:val="006F0A67"/>
    <w:rsid w:val="00736E71"/>
    <w:rsid w:val="00737984"/>
    <w:rsid w:val="00753A2B"/>
    <w:rsid w:val="00756EA9"/>
    <w:rsid w:val="0075739B"/>
    <w:rsid w:val="007952C4"/>
    <w:rsid w:val="00796570"/>
    <w:rsid w:val="007A2C76"/>
    <w:rsid w:val="007A3B1A"/>
    <w:rsid w:val="007A3F80"/>
    <w:rsid w:val="007A4B1B"/>
    <w:rsid w:val="007A78A0"/>
    <w:rsid w:val="007F2F65"/>
    <w:rsid w:val="00834B40"/>
    <w:rsid w:val="00855285"/>
    <w:rsid w:val="008979AD"/>
    <w:rsid w:val="008B61A5"/>
    <w:rsid w:val="008E55CE"/>
    <w:rsid w:val="00907AE9"/>
    <w:rsid w:val="009239C4"/>
    <w:rsid w:val="00933045"/>
    <w:rsid w:val="00952A56"/>
    <w:rsid w:val="0095355B"/>
    <w:rsid w:val="009B2E01"/>
    <w:rsid w:val="009C402A"/>
    <w:rsid w:val="009C69D6"/>
    <w:rsid w:val="00A12DEC"/>
    <w:rsid w:val="00A30318"/>
    <w:rsid w:val="00A4188C"/>
    <w:rsid w:val="00A6440D"/>
    <w:rsid w:val="00AB6038"/>
    <w:rsid w:val="00AC79ED"/>
    <w:rsid w:val="00B0519A"/>
    <w:rsid w:val="00B06366"/>
    <w:rsid w:val="00B259AE"/>
    <w:rsid w:val="00B36783"/>
    <w:rsid w:val="00B37038"/>
    <w:rsid w:val="00B54DCA"/>
    <w:rsid w:val="00BB0270"/>
    <w:rsid w:val="00C20D34"/>
    <w:rsid w:val="00C24F53"/>
    <w:rsid w:val="00C34FE5"/>
    <w:rsid w:val="00C87DD5"/>
    <w:rsid w:val="00CA4366"/>
    <w:rsid w:val="00D06CBB"/>
    <w:rsid w:val="00D13DC2"/>
    <w:rsid w:val="00D2053B"/>
    <w:rsid w:val="00D268D8"/>
    <w:rsid w:val="00D44987"/>
    <w:rsid w:val="00D574E1"/>
    <w:rsid w:val="00D57D75"/>
    <w:rsid w:val="00DB247E"/>
    <w:rsid w:val="00DC5B04"/>
    <w:rsid w:val="00DD762A"/>
    <w:rsid w:val="00E02D93"/>
    <w:rsid w:val="00E17561"/>
    <w:rsid w:val="00E53D8D"/>
    <w:rsid w:val="00F11FC6"/>
    <w:rsid w:val="00F95572"/>
    <w:rsid w:val="00FB0890"/>
    <w:rsid w:val="00FE4C22"/>
    <w:rsid w:val="00FF3884"/>
    <w:rsid w:val="00FF3B28"/>
    <w:rsid w:val="00FF4180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1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</TotalTime>
  <Pages>1</Pages>
  <Words>271</Words>
  <Characters>1550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Прокуротура</cp:lastModifiedBy>
  <cp:revision>14</cp:revision>
  <cp:lastPrinted>2017-01-16T07:36:00Z</cp:lastPrinted>
  <dcterms:created xsi:type="dcterms:W3CDTF">2016-03-04T06:46:00Z</dcterms:created>
  <dcterms:modified xsi:type="dcterms:W3CDTF">2017-01-16T07:39:00Z</dcterms:modified>
</cp:coreProperties>
</file>